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421B67CA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beperkt </w:t>
      </w:r>
      <w:r w:rsidR="002E6B1C">
        <w:t>zichtbare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73798074" w14:textId="29913B2B" w:rsidR="00F47AED" w:rsidRDefault="00F47AED" w:rsidP="00397CEC">
      <w:r>
        <w:t>Het water komt zijdelings de</w:t>
      </w:r>
      <w:r w:rsidR="00943282">
        <w:t xml:space="preserve"> pot in </w:t>
      </w:r>
      <w:r w:rsidR="00E308A4">
        <w:t>krijgt daardoor een draaiende beweging</w:t>
      </w:r>
      <w:r w:rsidR="00F95111">
        <w:t xml:space="preserve"> die nog versterkt word</w:t>
      </w:r>
      <w:r w:rsidR="6F673AEB">
        <w:t>t</w:t>
      </w:r>
      <w:r w:rsidR="00F95111">
        <w:t xml:space="preserve"> door een </w:t>
      </w:r>
      <w:r w:rsidR="00F85DC7">
        <w:t xml:space="preserve">specifiek ontworpen </w:t>
      </w:r>
      <w:proofErr w:type="spellStart"/>
      <w:r w:rsidR="00F85DC7">
        <w:t>spoelvin</w:t>
      </w:r>
      <w:proofErr w:type="spellEnd"/>
      <w:r w:rsidR="00F85DC7">
        <w:t>.</w:t>
      </w:r>
    </w:p>
    <w:p w14:paraId="4749F7C0" w14:textId="7FF26569" w:rsidR="00397CEC" w:rsidRDefault="00397CEC" w:rsidP="00397CEC">
      <w:r>
        <w:t>De kunststof spoelverdeler wordt in de wc pot verborgen door een porseleinen afschermrand</w:t>
      </w:r>
      <w:r w:rsidR="00A76FE3">
        <w:t>.</w:t>
      </w:r>
    </w:p>
    <w:p w14:paraId="7BB263C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40DAFC73" w14:textId="2C139B2D" w:rsidR="00B31C08" w:rsidRDefault="002E6B1C" w:rsidP="002B4177">
      <w:r>
        <w:t xml:space="preserve">De hang wc is </w:t>
      </w:r>
      <w:r w:rsidR="003B77B5">
        <w:t>bol</w:t>
      </w:r>
      <w:r>
        <w:t>vormig tot op het eind</w:t>
      </w:r>
      <w:r w:rsidR="000409C3">
        <w:t>e tegen de muur zonder versmalling naar achter toe</w:t>
      </w:r>
      <w:r w:rsidR="003B77B5">
        <w:t>.</w:t>
      </w:r>
      <w:r w:rsidR="000409C3">
        <w:t xml:space="preserve">  </w:t>
      </w:r>
    </w:p>
    <w:p w14:paraId="7D0EF68E" w14:textId="0734C732" w:rsidR="000409C3" w:rsidRDefault="000409C3" w:rsidP="002B4177">
      <w:r>
        <w:t>Het oppervlak vertoont geen inkeping om de</w:t>
      </w:r>
      <w:r w:rsidR="00B31C08">
        <w:t xml:space="preserve"> bevestiging te verbergen</w:t>
      </w:r>
      <w:r>
        <w:t xml:space="preserve"> en is volledig glad</w:t>
      </w:r>
    </w:p>
    <w:p w14:paraId="1EA19C52" w14:textId="57F0E610" w:rsidR="00F861EE" w:rsidRDefault="00F861EE" w:rsidP="002B4177">
      <w:r>
        <w:t>De zitting en het deksel zijn afgestemd op de vormgeving van de pot en</w:t>
      </w:r>
      <w:r w:rsidR="00877AA2">
        <w:t xml:space="preserve"> zijn</w:t>
      </w:r>
      <w:r>
        <w:t xml:space="preserve"> daardoor 100% compatibel. </w:t>
      </w:r>
    </w:p>
    <w:p w14:paraId="5B669A61" w14:textId="57F1E7DA" w:rsidR="00C36B17" w:rsidRDefault="00C36B17" w:rsidP="002B4177">
      <w:r>
        <w:t xml:space="preserve">De </w:t>
      </w:r>
      <w:proofErr w:type="spellStart"/>
      <w:r>
        <w:t>Easymount</w:t>
      </w:r>
      <w:proofErr w:type="spellEnd"/>
      <w:r>
        <w:t xml:space="preserve"> scharnieren zorgen voor een fixatie langs boven en zijn voorzien van sof</w:t>
      </w:r>
      <w:r w:rsidR="005D2A55">
        <w:t xml:space="preserve">t-close </w:t>
      </w:r>
      <w:proofErr w:type="spellStart"/>
      <w:r w:rsidR="005D2A55">
        <w:t>quick</w:t>
      </w:r>
      <w:proofErr w:type="spellEnd"/>
      <w:r w:rsidR="005D2A55">
        <w:t xml:space="preserve"> release technologie</w:t>
      </w:r>
    </w:p>
    <w:p w14:paraId="2E61896E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wc pot is voorzien van extra glazuurlaag</w:t>
      </w:r>
      <w:r>
        <w:rPr>
          <w:rStyle w:val="eop"/>
          <w:rFonts w:ascii="Arial" w:hAnsi="Arial" w:cs="Arial"/>
        </w:rPr>
        <w:t> </w:t>
      </w:r>
    </w:p>
    <w:p w14:paraId="6EE205AB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bijkomende, unieke en onderhoudsvriendelijke glazuurlaag wordt tijdens het productieproces een tweede keer aan 1200°C gebakken en sluit zo de microporiën af. </w:t>
      </w:r>
      <w:r>
        <w:rPr>
          <w:rStyle w:val="eop"/>
          <w:rFonts w:ascii="Arial" w:hAnsi="Arial" w:cs="Arial"/>
        </w:rPr>
        <w:t> </w:t>
      </w:r>
    </w:p>
    <w:p w14:paraId="7000609D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Max oneffenheden 0.01 micron.  </w:t>
      </w:r>
      <w:r>
        <w:rPr>
          <w:rStyle w:val="eop"/>
          <w:rFonts w:ascii="Arial" w:hAnsi="Arial" w:cs="Arial"/>
        </w:rPr>
        <w:t> </w:t>
      </w:r>
    </w:p>
    <w:p w14:paraId="59874BAA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Hierdoor wordt er een gladder oppervlak gevormd waardoor er minder bacteriën en vuildeeltjes op het oppervlak blijven kleven</w:t>
      </w:r>
      <w:r>
        <w:rPr>
          <w:rStyle w:val="eop"/>
          <w:rFonts w:ascii="Arial" w:hAnsi="Arial" w:cs="Arial"/>
        </w:rPr>
        <w:t> 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3DFAAE37" w14:textId="6C9462E2" w:rsidR="005D2A55" w:rsidRDefault="005D2A55" w:rsidP="002F1A08">
      <w:r>
        <w:t>Het materiaal van de zitting is</w:t>
      </w:r>
      <w:r w:rsidR="00877AA2">
        <w:t xml:space="preserve"> van hoogwaardig </w:t>
      </w:r>
      <w:proofErr w:type="spellStart"/>
      <w:r w:rsidR="00877AA2">
        <w:t>Duroplast</w:t>
      </w:r>
      <w:proofErr w:type="spellEnd"/>
      <w:r w:rsidR="00877AA2">
        <w:t xml:space="preserve"> materiaal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32395B6D" w14:textId="0ECE4A0A" w:rsidR="00F74123" w:rsidRPr="002F1A08" w:rsidRDefault="00F74123" w:rsidP="002F1A08">
      <w:r>
        <w:t xml:space="preserve">Zitting weerstaat aan een statische belasting van 300kg gedurende 1uur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F5CAE37" w:rsidR="00D374ED" w:rsidRDefault="00D374ED" w:rsidP="00D374ED">
      <w:r>
        <w:t>Diepte:</w:t>
      </w:r>
      <w:r>
        <w:tab/>
      </w:r>
      <w:r w:rsidR="003B77B5">
        <w:t>5</w:t>
      </w:r>
      <w:r w:rsidR="00F74123">
        <w:t>3</w:t>
      </w:r>
      <w:r>
        <w:t>cm</w:t>
      </w:r>
    </w:p>
    <w:p w14:paraId="54FD04EF" w14:textId="76DDF3C6" w:rsidR="00D374ED" w:rsidRDefault="00D374ED" w:rsidP="00D374ED">
      <w:r>
        <w:t>Breedte:</w:t>
      </w:r>
      <w:r>
        <w:tab/>
        <w:t>3</w:t>
      </w:r>
      <w:r w:rsidR="00F07D61">
        <w:t>6</w:t>
      </w:r>
      <w:r>
        <w:t>cm</w:t>
      </w:r>
    </w:p>
    <w:p w14:paraId="09B32BDB" w14:textId="48D43E6B" w:rsidR="00D374ED" w:rsidRDefault="00D374ED" w:rsidP="00D374ED">
      <w:r>
        <w:t>Hoogte:</w:t>
      </w:r>
      <w:r>
        <w:tab/>
        <w:t>3</w:t>
      </w:r>
      <w:r w:rsidR="00F07D61">
        <w:t>5</w:t>
      </w:r>
      <w:r>
        <w:t>cm</w:t>
      </w:r>
    </w:p>
    <w:p w14:paraId="39A61AAB" w14:textId="77777777" w:rsidR="00D374ED" w:rsidRDefault="00D374ED" w:rsidP="00D374ED">
      <w:r>
        <w:lastRenderedPageBreak/>
        <w:t xml:space="preserve">Kleur: </w:t>
      </w:r>
      <w:r>
        <w:tab/>
      </w:r>
      <w:r>
        <w:tab/>
        <w:t>Wit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116B5CF3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t>Plaatsing</w:t>
      </w:r>
    </w:p>
    <w:p w14:paraId="45BACE6E" w14:textId="2660149C" w:rsidR="002B4177" w:rsidRDefault="002B4177" w:rsidP="002B4177">
      <w:r>
        <w:t>Bij plaatsing op 4</w:t>
      </w:r>
      <w:r w:rsidR="006C548F">
        <w:t>2</w:t>
      </w:r>
      <w:r w:rsidR="003B77B5">
        <w:t>0</w:t>
      </w:r>
      <w:r>
        <w:t xml:space="preserve">mm zithoogte (zonder zitting) bevindt de sifon zich </w:t>
      </w:r>
      <w:r w:rsidR="003F6A16">
        <w:t>85</w:t>
      </w:r>
      <w:r>
        <w:t>mm van de vloer</w:t>
      </w:r>
    </w:p>
    <w:p w14:paraId="2A8E2FFF" w14:textId="20880C24" w:rsidR="001209B0" w:rsidRDefault="001209B0" w:rsidP="002B4177">
      <w:proofErr w:type="spellStart"/>
      <w:r>
        <w:t>Dmv</w:t>
      </w:r>
      <w:proofErr w:type="spellEnd"/>
      <w:r>
        <w:t xml:space="preserve"> EFF</w:t>
      </w:r>
      <w:r w:rsidR="00735428">
        <w:t>3</w:t>
      </w:r>
      <w:r>
        <w:t xml:space="preserve"> verdoken bevestiging </w:t>
      </w: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97BD" w14:textId="77777777" w:rsidR="00801999" w:rsidRDefault="00801999">
      <w:r>
        <w:separator/>
      </w:r>
    </w:p>
  </w:endnote>
  <w:endnote w:type="continuationSeparator" w:id="0">
    <w:p w14:paraId="20B3AF71" w14:textId="77777777" w:rsidR="00801999" w:rsidRDefault="008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DF40" w14:textId="77777777" w:rsidR="00801999" w:rsidRDefault="00801999">
      <w:r>
        <w:separator/>
      </w:r>
    </w:p>
  </w:footnote>
  <w:footnote w:type="continuationSeparator" w:id="0">
    <w:p w14:paraId="76A866EF" w14:textId="77777777" w:rsidR="00801999" w:rsidRDefault="00801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752AD2A2" w:rsidR="00C43F98" w:rsidRPr="00F74123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F74123">
      <w:rPr>
        <w:rFonts w:ascii="Arial" w:hAnsi="Arial" w:cs="Arial"/>
        <w:b/>
        <w:szCs w:val="24"/>
        <w:lang w:val="nl-BE"/>
      </w:rPr>
      <w:t>Geberit</w:t>
    </w:r>
    <w:proofErr w:type="spellEnd"/>
    <w:r w:rsidR="00735428" w:rsidRPr="00F74123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0409C3" w:rsidRPr="00F74123">
      <w:rPr>
        <w:rFonts w:ascii="Arial" w:hAnsi="Arial" w:cs="Arial"/>
        <w:b/>
        <w:szCs w:val="24"/>
        <w:lang w:val="nl-BE"/>
      </w:rPr>
      <w:t>Acanto</w:t>
    </w:r>
    <w:proofErr w:type="spellEnd"/>
    <w:r w:rsidRPr="00F74123">
      <w:rPr>
        <w:rFonts w:ascii="Arial" w:hAnsi="Arial" w:cs="Arial"/>
        <w:b/>
        <w:szCs w:val="24"/>
        <w:lang w:val="nl-BE"/>
      </w:rPr>
      <w:t xml:space="preserve"> </w:t>
    </w:r>
    <w:r w:rsidR="00AC50B9" w:rsidRPr="00F74123">
      <w:rPr>
        <w:rFonts w:ascii="Arial" w:hAnsi="Arial" w:cs="Arial"/>
        <w:b/>
        <w:szCs w:val="24"/>
        <w:lang w:val="nl-BE"/>
      </w:rPr>
      <w:t>wand</w:t>
    </w:r>
    <w:r w:rsidR="002B4177" w:rsidRPr="00F74123">
      <w:rPr>
        <w:rFonts w:ascii="Arial" w:hAnsi="Arial" w:cs="Arial"/>
        <w:b/>
        <w:szCs w:val="24"/>
        <w:lang w:val="nl-BE"/>
      </w:rPr>
      <w:t xml:space="preserve"> w</w:t>
    </w:r>
    <w:r w:rsidR="00F74123" w:rsidRPr="00F74123">
      <w:rPr>
        <w:rFonts w:ascii="Arial" w:hAnsi="Arial" w:cs="Arial"/>
        <w:b/>
        <w:szCs w:val="24"/>
        <w:lang w:val="nl-BE"/>
      </w:rPr>
      <w:t>c</w:t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031FE1A4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F6A16">
      <w:rPr>
        <w:rFonts w:ascii="Arial" w:hAnsi="Arial" w:cs="Arial"/>
        <w:b/>
        <w:szCs w:val="24"/>
        <w:lang w:val="nl-BE"/>
      </w:rPr>
      <w:t>TurboFlush</w:t>
    </w:r>
    <w:proofErr w:type="spellEnd"/>
    <w:r w:rsidR="003F6A16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  <w:r w:rsidR="00F74123">
      <w:rPr>
        <w:rFonts w:ascii="Arial" w:hAnsi="Arial" w:cs="Arial"/>
        <w:b/>
        <w:szCs w:val="24"/>
        <w:lang w:val="nl-BE"/>
      </w:rPr>
      <w:t xml:space="preserve"> met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0263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1999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217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813A1"/>
    <w:rsid w:val="00F821DD"/>
    <w:rsid w:val="00F8287F"/>
    <w:rsid w:val="00F84B09"/>
    <w:rsid w:val="00F85DC7"/>
    <w:rsid w:val="00F861EE"/>
    <w:rsid w:val="00F95111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4D5BD52E"/>
    <w:rsid w:val="6F67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480263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480263"/>
  </w:style>
  <w:style w:type="character" w:customStyle="1" w:styleId="eop">
    <w:name w:val="eop"/>
    <w:basedOn w:val="Standaardalinea-lettertype"/>
    <w:rsid w:val="00480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70336-1D53-4455-9135-56202E0D312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962ED1BC-0E7E-453B-A3EB-30028015BFB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331</Words>
  <Characters>1825</Characters>
  <Application>Microsoft Office Word</Application>
  <DocSecurity>0</DocSecurity>
  <Lines>15</Lines>
  <Paragraphs>4</Paragraphs>
  <ScaleCrop>false</ScaleCrop>
  <Company>Geberit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2023-10-13T08:52:00Z</dcterms:created>
  <dcterms:modified xsi:type="dcterms:W3CDTF">2024-02-07T12:49:00Z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